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word</w:t>
      </w:r>
      <w:r>
        <w:rPr/>
        <w:t>テスト</w:t>
      </w:r>
    </w:p>
    <w:sectPr>
      <w:type w:val="nextPage"/>
      <w:pgSz w:w="11906" w:h="16838"/>
      <w:pgMar w:left="1701" w:right="1701" w:gutter="0" w:header="0" w:top="1985" w:footer="0" w:bottom="1701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0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840"/>
  <w:autoHyphenation w:val="true"/>
  <w:compat>
    <w:noLeading/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游明朝" w:cs="Lucida Sans"/>
        <w:sz w:val="24"/>
        <w:szCs w:val="24"/>
        <w:lang w:val="en-US" w:eastAsia="ja-JP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jc w:val="both"/>
    </w:pPr>
    <w:rPr>
      <w:rFonts w:ascii="Century" w:hAnsi="Century" w:eastAsia="ＭＳ 明朝;MS Mincho" w:cs="Century"/>
      <w:color w:val="auto"/>
      <w:kern w:val="2"/>
      <w:sz w:val="21"/>
      <w:szCs w:val="24"/>
      <w:lang w:val="en-US" w:eastAsia="ja-JP" w:bidi="ar-SA"/>
    </w:rPr>
  </w:style>
  <w:style w:type="character" w:styleId="Style14">
    <w:name w:val="段落フォント"/>
    <w:qFormat/>
    <w:rPr/>
  </w:style>
  <w:style w:type="paragraph" w:styleId="Style15">
    <w:name w:val="見出し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索引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Normal.dot_x0000_</Template>
  <TotalTime>0</TotalTime>
  <Application>LibreOffice/7.2.2.2$Windows_X86_64 LibreOffice_project/02b2acce88a210515b4a5bb2e46cbfb63fe97d56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2010-05-07T14:13:00Z</dcterms:created>
  <dc:creator>C21044</dc:creator>
  <dc:description/>
  <cp:keywords> </cp:keywords>
  <dc:language>ja-JP</dc:language>
  <cp:lastModifiedBy>C21044</cp:lastModifiedBy>
  <dcterms:modified xsi:type="dcterms:W3CDTF">2010-05-07T14:13:00Z</dcterms:modified>
  <cp:revision>3</cp:revision>
  <dc:subject/>
  <dc:title/>
</cp:coreProperties>
</file>